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4676" w:rsidRDefault="00ED4676" w:rsidP="00E223ED">
      <w:pPr>
        <w:spacing w:after="0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Учитель: Улезько Людмила Егоровна</w:t>
      </w:r>
    </w:p>
    <w:p w:rsidR="00ED4676" w:rsidRDefault="00ED4676" w:rsidP="00E223ED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Предмет: Культура речи</w:t>
      </w:r>
    </w:p>
    <w:p w:rsidR="00ED4676" w:rsidRDefault="00ED4676" w:rsidP="00E223ED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Класс: 9 класс</w:t>
      </w:r>
    </w:p>
    <w:p w:rsidR="00ED4676" w:rsidRDefault="00ED4676" w:rsidP="00E223ED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Дата проведения урока: 07 апреля 2020 года.</w:t>
      </w:r>
    </w:p>
    <w:p w:rsidR="00ED4676" w:rsidRDefault="00ED4676" w:rsidP="00E223ED">
      <w:pPr>
        <w:spacing w:after="0"/>
        <w:rPr>
          <w:rFonts w:ascii="Times New Roman" w:hAnsi="Times New Roman"/>
          <w:sz w:val="28"/>
          <w:szCs w:val="28"/>
        </w:rPr>
      </w:pPr>
    </w:p>
    <w:p w:rsidR="00ED4676" w:rsidRDefault="00ED4676" w:rsidP="00E223ED">
      <w:pPr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  <w:u w:val="single"/>
        </w:rPr>
        <w:t>Тема урока</w:t>
      </w:r>
      <w:r>
        <w:rPr>
          <w:rFonts w:ascii="Times New Roman" w:hAnsi="Times New Roman"/>
          <w:sz w:val="28"/>
          <w:szCs w:val="28"/>
        </w:rPr>
        <w:t xml:space="preserve">: </w:t>
      </w:r>
      <w:r>
        <w:rPr>
          <w:rFonts w:ascii="Times New Roman" w:hAnsi="Times New Roman"/>
          <w:bCs/>
          <w:sz w:val="28"/>
          <w:szCs w:val="28"/>
        </w:rPr>
        <w:t>Конструирование предложений с фразеологическими оборотами</w:t>
      </w:r>
    </w:p>
    <w:p w:rsidR="00ED4676" w:rsidRDefault="00ED4676" w:rsidP="00E223ED">
      <w:pPr>
        <w:spacing w:after="0" w:line="240" w:lineRule="auto"/>
      </w:pPr>
      <w:r>
        <w:rPr>
          <w:rFonts w:ascii="Times New Roman" w:hAnsi="Times New Roman"/>
          <w:sz w:val="28"/>
          <w:szCs w:val="28"/>
          <w:u w:val="single"/>
        </w:rPr>
        <w:t>Цели урока</w:t>
      </w:r>
      <w:r>
        <w:rPr>
          <w:rFonts w:ascii="Times New Roman" w:hAnsi="Times New Roman"/>
          <w:sz w:val="28"/>
          <w:szCs w:val="28"/>
        </w:rPr>
        <w:t>: научиться конструировать предложения с фразеологическими оборотами</w:t>
      </w:r>
    </w:p>
    <w:p w:rsidR="00ED4676" w:rsidRDefault="00ED4676" w:rsidP="00E223ED">
      <w:pPr>
        <w:spacing w:after="0" w:line="240" w:lineRule="auto"/>
      </w:pPr>
      <w:r>
        <w:t xml:space="preserve"> </w:t>
      </w:r>
    </w:p>
    <w:p w:rsidR="00ED4676" w:rsidRDefault="00ED4676" w:rsidP="00E223ED">
      <w:pPr>
        <w:rPr>
          <w:rFonts w:ascii="Times New Roman" w:hAnsi="Times New Roman"/>
          <w:sz w:val="28"/>
          <w:szCs w:val="28"/>
        </w:rPr>
      </w:pPr>
    </w:p>
    <w:p w:rsidR="00ED4676" w:rsidRDefault="00ED4676" w:rsidP="00E223ED">
      <w:pPr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Ход урока:</w:t>
      </w:r>
    </w:p>
    <w:p w:rsidR="00ED4676" w:rsidRPr="00297C32" w:rsidRDefault="00ED4676" w:rsidP="00E223ED">
      <w:pPr>
        <w:spacing w:after="0" w:line="240" w:lineRule="auto"/>
        <w:jc w:val="center"/>
        <w:rPr>
          <w:sz w:val="28"/>
          <w:szCs w:val="28"/>
        </w:rPr>
      </w:pPr>
      <w:r w:rsidRPr="00297C32">
        <w:rPr>
          <w:rFonts w:ascii="Times New Roman" w:hAnsi="Times New Roman"/>
          <w:sz w:val="28"/>
          <w:szCs w:val="28"/>
        </w:rPr>
        <w:t xml:space="preserve"> </w:t>
      </w:r>
      <w:r w:rsidRPr="00297C32">
        <w:rPr>
          <w:rFonts w:ascii="Times New Roman" w:hAnsi="Times New Roman"/>
          <w:b/>
          <w:bCs/>
          <w:color w:val="1D1D1B"/>
          <w:kern w:val="36"/>
          <w:sz w:val="28"/>
          <w:szCs w:val="28"/>
        </w:rPr>
        <w:t>Прочитайте материалы на портале «Российская электронная школа»</w:t>
      </w:r>
      <w:r w:rsidRPr="00297C32">
        <w:rPr>
          <w:sz w:val="28"/>
          <w:szCs w:val="28"/>
        </w:rPr>
        <w:t xml:space="preserve"> </w:t>
      </w:r>
    </w:p>
    <w:p w:rsidR="00ED4676" w:rsidRPr="00297C32" w:rsidRDefault="00ED4676" w:rsidP="00E223ED">
      <w:pPr>
        <w:spacing w:after="0" w:line="240" w:lineRule="auto"/>
        <w:jc w:val="center"/>
        <w:rPr>
          <w:sz w:val="28"/>
          <w:szCs w:val="28"/>
        </w:rPr>
      </w:pPr>
    </w:p>
    <w:p w:rsidR="00ED4676" w:rsidRPr="00297C32" w:rsidRDefault="00ED4676" w:rsidP="00E223ED">
      <w:pPr>
        <w:spacing w:after="0" w:line="240" w:lineRule="auto"/>
        <w:jc w:val="center"/>
        <w:rPr>
          <w:sz w:val="28"/>
          <w:szCs w:val="28"/>
        </w:rPr>
      </w:pPr>
      <w:hyperlink r:id="rId5" w:tgtFrame="_blank" w:history="1">
        <w:r w:rsidRPr="00297C32">
          <w:rPr>
            <w:rFonts w:ascii="Times New Roman" w:hAnsi="Times New Roman"/>
            <w:color w:val="0000FF"/>
            <w:sz w:val="28"/>
            <w:szCs w:val="28"/>
            <w:u w:val="single"/>
            <w:lang w:eastAsia="ru-RU"/>
          </w:rPr>
          <w:t>https://resh.edu.ru/subject/lesson/6947/main/258249/</w:t>
        </w:r>
      </w:hyperlink>
    </w:p>
    <w:p w:rsidR="00ED4676" w:rsidRPr="00297C32" w:rsidRDefault="00ED4676" w:rsidP="00E223ED">
      <w:pPr>
        <w:spacing w:after="0" w:line="240" w:lineRule="auto"/>
        <w:jc w:val="center"/>
        <w:rPr>
          <w:sz w:val="28"/>
          <w:szCs w:val="28"/>
        </w:rPr>
      </w:pPr>
    </w:p>
    <w:p w:rsidR="00ED4676" w:rsidRPr="00297C32" w:rsidRDefault="00ED4676" w:rsidP="00E223ED">
      <w:pPr>
        <w:spacing w:after="0" w:line="240" w:lineRule="auto"/>
        <w:jc w:val="center"/>
        <w:rPr>
          <w:sz w:val="28"/>
          <w:szCs w:val="28"/>
        </w:rPr>
      </w:pPr>
    </w:p>
    <w:p w:rsidR="00ED4676" w:rsidRPr="00297C32" w:rsidRDefault="00ED4676" w:rsidP="00E223ED">
      <w:pPr>
        <w:spacing w:after="0" w:line="240" w:lineRule="auto"/>
        <w:rPr>
          <w:sz w:val="28"/>
          <w:szCs w:val="28"/>
        </w:rPr>
      </w:pPr>
      <w:r w:rsidRPr="00297C32">
        <w:rPr>
          <w:sz w:val="28"/>
          <w:szCs w:val="28"/>
        </w:rPr>
        <w:t xml:space="preserve">   </w:t>
      </w:r>
      <w:r w:rsidRPr="00297C32">
        <w:rPr>
          <w:rFonts w:ascii="Times New Roman" w:hAnsi="Times New Roman"/>
          <w:sz w:val="28"/>
          <w:szCs w:val="28"/>
        </w:rPr>
        <w:t>( посмотрите этот урок  согласно этой ссылки в интернете</w:t>
      </w:r>
      <w:r w:rsidRPr="00297C32">
        <w:rPr>
          <w:sz w:val="28"/>
          <w:szCs w:val="28"/>
        </w:rPr>
        <w:t>)</w:t>
      </w:r>
    </w:p>
    <w:p w:rsidR="00ED4676" w:rsidRDefault="00ED4676" w:rsidP="00E223ED">
      <w:pPr>
        <w:spacing w:after="0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</w:t>
      </w:r>
      <w:r>
        <w:rPr>
          <w:rFonts w:ascii="Times New Roman" w:hAnsi="Times New Roman"/>
          <w:b/>
          <w:bCs/>
          <w:color w:val="1D1D1B"/>
          <w:kern w:val="36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Выполните задания:</w:t>
      </w:r>
    </w:p>
    <w:p w:rsidR="00ED4676" w:rsidRDefault="00ED4676" w:rsidP="00E223ED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составьте 4 предложения с фразеологическими оборотами медвежья  услуга, бить баклуши, в час по чайной ложке,  ставить палки в колесо.</w:t>
      </w:r>
    </w:p>
    <w:p w:rsidR="00ED4676" w:rsidRDefault="00ED4676" w:rsidP="00E223ED">
      <w:pPr>
        <w:spacing w:after="0"/>
        <w:rPr>
          <w:rFonts w:ascii="Times New Roman" w:hAnsi="Times New Roman"/>
          <w:sz w:val="28"/>
          <w:szCs w:val="28"/>
        </w:rPr>
      </w:pPr>
    </w:p>
    <w:p w:rsidR="00ED4676" w:rsidRDefault="00ED4676" w:rsidP="00E223ED">
      <w:pPr>
        <w:spacing w:after="0"/>
        <w:rPr>
          <w:rFonts w:ascii="Times New Roman" w:hAnsi="Times New Roman"/>
          <w:sz w:val="28"/>
          <w:szCs w:val="28"/>
        </w:rPr>
      </w:pPr>
    </w:p>
    <w:p w:rsidR="00ED4676" w:rsidRDefault="00ED4676" w:rsidP="00E223ED">
      <w:pPr>
        <w:spacing w:after="0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Домашнее задание</w:t>
      </w:r>
      <w:r>
        <w:rPr>
          <w:rFonts w:ascii="Times New Roman" w:hAnsi="Times New Roman"/>
          <w:sz w:val="28"/>
          <w:szCs w:val="28"/>
        </w:rPr>
        <w:t xml:space="preserve"> : вариант 10 по Сениной (тесты и сочинение)</w:t>
      </w:r>
    </w:p>
    <w:p w:rsidR="00ED4676" w:rsidRDefault="00ED4676" w:rsidP="00E223ED">
      <w:pPr>
        <w:spacing w:after="0"/>
        <w:rPr>
          <w:rFonts w:ascii="Times New Roman" w:hAnsi="Times New Roman"/>
          <w:sz w:val="28"/>
          <w:szCs w:val="28"/>
        </w:rPr>
      </w:pPr>
    </w:p>
    <w:p w:rsidR="00ED4676" w:rsidRDefault="00ED4676" w:rsidP="00E223ED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Выполненное задание или фото отправьте через ИСОУ «Виртуальная школа»</w:t>
      </w:r>
    </w:p>
    <w:p w:rsidR="00ED4676" w:rsidRDefault="00ED4676" w:rsidP="00E223ED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через дневник. </w:t>
      </w:r>
    </w:p>
    <w:p w:rsidR="00ED4676" w:rsidRDefault="00ED4676" w:rsidP="00E223ED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(Прикрепляем материалы следующим образом</w:t>
      </w:r>
      <w:r>
        <w:rPr>
          <w:rFonts w:ascii="Times New Roman" w:hAnsi="Times New Roman"/>
          <w:sz w:val="28"/>
          <w:szCs w:val="28"/>
        </w:rPr>
        <w:t>:</w:t>
      </w:r>
    </w:p>
    <w:p w:rsidR="00ED4676" w:rsidRDefault="00ED4676" w:rsidP="00E223ED">
      <w:pPr>
        <w:numPr>
          <w:ilvl w:val="0"/>
          <w:numId w:val="1"/>
        </w:num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Выбираем предмет «Русский язык».</w:t>
      </w:r>
    </w:p>
    <w:p w:rsidR="00ED4676" w:rsidRDefault="00ED4676" w:rsidP="00E223ED">
      <w:pPr>
        <w:numPr>
          <w:ilvl w:val="0"/>
          <w:numId w:val="1"/>
        </w:num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В графе «Домашнее задание», нажимаем на скрепку.</w:t>
      </w:r>
    </w:p>
    <w:p w:rsidR="00ED4676" w:rsidRDefault="00ED4676" w:rsidP="00E223ED">
      <w:pPr>
        <w:numPr>
          <w:ilvl w:val="0"/>
          <w:numId w:val="2"/>
        </w:num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Нажимаем: выбрать файл.</w:t>
      </w:r>
      <w:r w:rsidRPr="0064797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Указываем на ваш файл, который находится на рабочем столе, и нажимаем: открыть.</w:t>
      </w:r>
    </w:p>
    <w:p w:rsidR="00ED4676" w:rsidRDefault="00ED4676" w:rsidP="00E223ED">
      <w:pPr>
        <w:numPr>
          <w:ilvl w:val="0"/>
          <w:numId w:val="2"/>
        </w:num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Нажимаем: закрыть. (ваше выполненное задание прикреплено).</w:t>
      </w:r>
    </w:p>
    <w:p w:rsidR="00ED4676" w:rsidRPr="00420772" w:rsidRDefault="00ED4676" w:rsidP="00E223ED">
      <w:pPr>
        <w:spacing w:after="0"/>
        <w:ind w:left="60"/>
        <w:rPr>
          <w:rFonts w:ascii="Times New Roman" w:hAnsi="Times New Roman"/>
          <w:sz w:val="28"/>
          <w:szCs w:val="28"/>
        </w:rPr>
      </w:pPr>
    </w:p>
    <w:p w:rsidR="00ED4676" w:rsidRPr="005D5349" w:rsidRDefault="00ED4676" w:rsidP="00E223ED">
      <w:pPr>
        <w:spacing w:after="0"/>
        <w:outlineLvl w:val="0"/>
        <w:rPr>
          <w:rFonts w:ascii="Times New Roman" w:hAnsi="Times New Roman"/>
          <w:sz w:val="28"/>
          <w:szCs w:val="28"/>
        </w:rPr>
      </w:pPr>
      <w:r w:rsidRPr="005D5349">
        <w:rPr>
          <w:rFonts w:ascii="Times New Roman" w:hAnsi="Times New Roman"/>
          <w:sz w:val="28"/>
          <w:szCs w:val="28"/>
        </w:rPr>
        <w:t>Консультации по телефону: 89205</w:t>
      </w:r>
      <w:r>
        <w:rPr>
          <w:rFonts w:ascii="Times New Roman" w:hAnsi="Times New Roman"/>
          <w:sz w:val="28"/>
          <w:szCs w:val="28"/>
        </w:rPr>
        <w:t>83 65 25</w:t>
      </w:r>
    </w:p>
    <w:p w:rsidR="00ED4676" w:rsidRPr="005D5349" w:rsidRDefault="00ED4676" w:rsidP="00E223ED">
      <w:pPr>
        <w:spacing w:after="0"/>
        <w:rPr>
          <w:rFonts w:ascii="Times New Roman" w:hAnsi="Times New Roman"/>
          <w:sz w:val="28"/>
          <w:szCs w:val="28"/>
        </w:rPr>
      </w:pPr>
    </w:p>
    <w:p w:rsidR="00ED4676" w:rsidRDefault="00ED4676" w:rsidP="00E223ED"/>
    <w:p w:rsidR="00ED4676" w:rsidRDefault="00ED4676"/>
    <w:sectPr w:rsidR="00ED4676" w:rsidSect="009F0E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5AC3ADE"/>
    <w:multiLevelType w:val="hybridMultilevel"/>
    <w:tmpl w:val="7B54E1A0"/>
    <w:lvl w:ilvl="0" w:tplc="761C95B2">
      <w:start w:val="1"/>
      <w:numFmt w:val="decimal"/>
      <w:lvlText w:val="%1."/>
      <w:lvlJc w:val="left"/>
      <w:pPr>
        <w:ind w:left="4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223ED"/>
    <w:rsid w:val="00297C32"/>
    <w:rsid w:val="00420772"/>
    <w:rsid w:val="004C6EDC"/>
    <w:rsid w:val="005D5349"/>
    <w:rsid w:val="0064797A"/>
    <w:rsid w:val="009F0E49"/>
    <w:rsid w:val="00A56790"/>
    <w:rsid w:val="00B01735"/>
    <w:rsid w:val="00B1523C"/>
    <w:rsid w:val="00E223ED"/>
    <w:rsid w:val="00ED46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23ED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rsid w:val="00E223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E223E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resh.edu.ru/subject/lesson/6947/main/258249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8</TotalTime>
  <Pages>1</Pages>
  <Words>180</Words>
  <Characters>1027</Characters>
  <Application>Microsoft Office Outlook</Application>
  <DocSecurity>0</DocSecurity>
  <Lines>0</Lines>
  <Paragraphs>0</Paragraphs>
  <ScaleCrop>false</ScaleCrop>
  <Company>HP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Админ</cp:lastModifiedBy>
  <cp:revision>4</cp:revision>
  <dcterms:created xsi:type="dcterms:W3CDTF">2020-04-06T08:50:00Z</dcterms:created>
  <dcterms:modified xsi:type="dcterms:W3CDTF">2020-04-06T15:53:00Z</dcterms:modified>
</cp:coreProperties>
</file>